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442E32" w:rsidRPr="00442E32">
        <w:rPr>
          <w:rStyle w:val="FontStyle37"/>
          <w:rFonts w:asciiTheme="minorHAnsi" w:hAnsiTheme="minorHAnsi"/>
          <w:sz w:val="18"/>
          <w:szCs w:val="18"/>
        </w:rPr>
        <w:t>Oprava mostů na trati Kralupy nad Vltavou – Neratovice –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 xml:space="preserve">Příloha 1 </w:t>
      </w:r>
      <w:r w:rsidR="00442E32" w:rsidRPr="00442E32">
        <w:rPr>
          <w:sz w:val="18"/>
          <w:szCs w:val="18"/>
        </w:rPr>
        <w:t>Formulář ČP o splnění základní způsobilosti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 xml:space="preserve">Příloha 2 Formulář </w:t>
      </w:r>
      <w:r w:rsidR="00442E32" w:rsidRPr="00442E32">
        <w:rPr>
          <w:sz w:val="18"/>
          <w:szCs w:val="18"/>
        </w:rPr>
        <w:t>nabídky</w:t>
      </w:r>
    </w:p>
    <w:p w:rsidR="00BD0688" w:rsidRPr="00442E32" w:rsidRDefault="00442E32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3 Technická kvalifikace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 xml:space="preserve">Příloha 4 Položkový soupis prací 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 xml:space="preserve">Příloha 5 Návrh smlouvy </w:t>
      </w:r>
      <w:r w:rsidR="00442E32" w:rsidRPr="00442E32">
        <w:rPr>
          <w:sz w:val="18"/>
          <w:szCs w:val="18"/>
        </w:rPr>
        <w:t>o dílo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6 Analýza nebezpečí a hodnocení rizik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 xml:space="preserve">Příloha 7 </w:t>
      </w:r>
      <w:r w:rsidR="00442E32" w:rsidRPr="00442E32">
        <w:rPr>
          <w:sz w:val="18"/>
          <w:szCs w:val="18"/>
        </w:rPr>
        <w:t>Technická specifikace</w:t>
      </w:r>
      <w:r w:rsidRPr="00442E32">
        <w:rPr>
          <w:sz w:val="18"/>
          <w:szCs w:val="18"/>
        </w:rPr>
        <w:t xml:space="preserve"> 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8 Technické podmínky pro zeměměřické činnosti dodavatele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9 Nález podezřelého předmětu</w:t>
      </w:r>
    </w:p>
    <w:p w:rsidR="00BD0688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10 Čestné prohlášení ve vztahu k zakázaným dohodám</w:t>
      </w:r>
    </w:p>
    <w:p w:rsidR="002561BD" w:rsidRPr="00442E32" w:rsidRDefault="00BD0688" w:rsidP="00BD0688">
      <w:pPr>
        <w:pStyle w:val="Doplujcdaje"/>
        <w:ind w:firstLine="709"/>
        <w:rPr>
          <w:sz w:val="18"/>
          <w:szCs w:val="18"/>
        </w:rPr>
      </w:pPr>
      <w:r w:rsidRPr="00442E32">
        <w:rPr>
          <w:sz w:val="18"/>
          <w:szCs w:val="18"/>
        </w:rPr>
        <w:t>Příloha 11 Čestné prohlášení k Registru smluv</w:t>
      </w:r>
    </w:p>
    <w:p w:rsidR="00374707" w:rsidRPr="00442E32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42E32" w:rsidRPr="00442E32">
        <w:rPr>
          <w:b/>
        </w:rPr>
        <w:t>Oprava mostů na trati Kralupy nad Vltavou – Neratovice –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</w:t>
      </w:r>
      <w:r w:rsidRPr="00442E32">
        <w:t xml:space="preserve">zpracovanou dle </w:t>
      </w:r>
      <w:r w:rsidR="00442E32" w:rsidRPr="00442E32">
        <w:t>položkového soupisu prací</w:t>
      </w:r>
      <w:r w:rsidRPr="00442E32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442E32">
        <w:t>(</w:t>
      </w:r>
      <w:r w:rsidRPr="00442E32">
        <w:rPr>
          <w:snapToGrid w:val="0"/>
        </w:rPr>
        <w:t>Celková nabídková cena bez DPH</w:t>
      </w:r>
      <w:r w:rsidR="00442E32" w:rsidRPr="00442E32">
        <w:rPr>
          <w:snapToGrid w:val="0"/>
        </w:rPr>
        <w:t>, DPH</w:t>
      </w:r>
      <w:r w:rsidRPr="00442E32">
        <w:rPr>
          <w:snapToGrid w:val="0"/>
        </w:rPr>
        <w:t>,</w:t>
      </w:r>
      <w:r w:rsidR="00442E32" w:rsidRPr="00442E32">
        <w:rPr>
          <w:snapToGrid w:val="0"/>
        </w:rPr>
        <w:t xml:space="preserve"> s DPH</w:t>
      </w:r>
      <w:r w:rsidRPr="00442E32">
        <w:rPr>
          <w:snapToGrid w:val="0"/>
        </w:rPr>
        <w:t xml:space="preserve"> </w:t>
      </w:r>
      <w:r w:rsidRPr="00442E32">
        <w:rPr>
          <w:b/>
          <w:snapToGrid w:val="0"/>
        </w:rPr>
        <w:t>přesně</w:t>
      </w:r>
      <w:r w:rsidRPr="00442E32">
        <w:rPr>
          <w:snapToGrid w:val="0"/>
        </w:rPr>
        <w:t xml:space="preserve"> </w:t>
      </w:r>
      <w:r w:rsidRPr="00442E32">
        <w:rPr>
          <w:b/>
          <w:bCs/>
          <w:snapToGrid w:val="0"/>
        </w:rPr>
        <w:t xml:space="preserve">dle položkového </w:t>
      </w:r>
      <w:r w:rsidR="00442E32" w:rsidRPr="00442E32">
        <w:rPr>
          <w:b/>
          <w:bCs/>
          <w:snapToGrid w:val="0"/>
        </w:rPr>
        <w:t>soupisu prací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442E32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442E32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442E32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374707" w:rsidRPr="00442E32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442E32">
        <w:t xml:space="preserve">uzavření smlouvy </w:t>
      </w:r>
      <w:r w:rsidR="00F05536" w:rsidRPr="00442E32">
        <w:t xml:space="preserve">o </w:t>
      </w:r>
      <w:r w:rsidR="00D82647" w:rsidRPr="00442E32">
        <w:t>dílo</w:t>
      </w:r>
      <w:r w:rsidRPr="00442E32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C85584" w:rsidRPr="007C5DCD" w:rsidRDefault="00C85584" w:rsidP="00C85584">
      <w:pPr>
        <w:pStyle w:val="Style5"/>
        <w:widowControl/>
        <w:spacing w:before="120" w:line="240" w:lineRule="auto"/>
        <w:ind w:left="2268" w:hanging="2268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C5DCD">
        <w:rPr>
          <w:rStyle w:val="FontStyle38"/>
          <w:rFonts w:asciiTheme="minorHAnsi" w:hAnsiTheme="minorHAnsi"/>
          <w:sz w:val="18"/>
          <w:szCs w:val="18"/>
        </w:rPr>
        <w:lastRenderedPageBreak/>
        <w:t>Zahájení prací:</w:t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b/>
          <w:sz w:val="18"/>
          <w:szCs w:val="18"/>
        </w:rPr>
        <w:t>duben 2021</w:t>
      </w:r>
      <w:r w:rsidRPr="007C5DCD">
        <w:rPr>
          <w:rStyle w:val="FontStyle38"/>
          <w:rFonts w:asciiTheme="minorHAnsi" w:hAnsiTheme="minorHAnsi"/>
          <w:sz w:val="18"/>
          <w:szCs w:val="18"/>
        </w:rPr>
        <w:t xml:space="preserve"> – ihned po nabytí účinnosti smlouvy uveřejněním </w:t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  <w:t>v Registru smluv</w:t>
      </w:r>
    </w:p>
    <w:p w:rsidR="00C85584" w:rsidRPr="007C5DCD" w:rsidRDefault="00C85584" w:rsidP="00C85584">
      <w:pPr>
        <w:pStyle w:val="Style5"/>
        <w:widowControl/>
        <w:spacing w:before="120" w:line="240" w:lineRule="auto"/>
        <w:ind w:left="2268" w:hanging="2268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C5DCD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b/>
          <w:sz w:val="18"/>
          <w:szCs w:val="18"/>
        </w:rPr>
        <w:t>30. 09. 2021</w:t>
      </w:r>
    </w:p>
    <w:p w:rsidR="00C85584" w:rsidRPr="007C5DCD" w:rsidRDefault="00C85584" w:rsidP="00C85584">
      <w:pPr>
        <w:pStyle w:val="Style5"/>
        <w:widowControl/>
        <w:spacing w:before="120" w:line="240" w:lineRule="auto"/>
        <w:ind w:left="2268" w:hanging="2268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C5DCD">
        <w:rPr>
          <w:rStyle w:val="FontStyle38"/>
          <w:rFonts w:asciiTheme="minorHAnsi" w:hAnsiTheme="minorHAnsi"/>
          <w:sz w:val="18"/>
          <w:szCs w:val="18"/>
        </w:rPr>
        <w:t xml:space="preserve">Předání PD SŽG: </w:t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b/>
          <w:sz w:val="18"/>
          <w:szCs w:val="18"/>
        </w:rPr>
        <w:t>31. 10. 2021</w:t>
      </w:r>
    </w:p>
    <w:p w:rsidR="00C85584" w:rsidRPr="007C5DCD" w:rsidRDefault="00C85584" w:rsidP="00C85584">
      <w:pPr>
        <w:pStyle w:val="Style5"/>
        <w:widowControl/>
        <w:tabs>
          <w:tab w:val="left" w:pos="2268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C5DCD">
        <w:rPr>
          <w:rStyle w:val="FontStyle38"/>
          <w:rFonts w:asciiTheme="minorHAnsi" w:hAnsiTheme="minorHAnsi"/>
          <w:sz w:val="18"/>
          <w:szCs w:val="18"/>
        </w:rPr>
        <w:t>Ukončení prací:</w:t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b/>
          <w:sz w:val="18"/>
          <w:szCs w:val="18"/>
        </w:rPr>
        <w:t>15. 12. 2021</w:t>
      </w:r>
      <w:r w:rsidRPr="007C5DCD">
        <w:rPr>
          <w:rStyle w:val="FontStyle38"/>
          <w:rFonts w:asciiTheme="minorHAnsi" w:hAnsiTheme="minorHAnsi"/>
          <w:sz w:val="18"/>
          <w:szCs w:val="18"/>
        </w:rPr>
        <w:t xml:space="preserve"> – předání PD s kladným vyjádřením zástupce </w:t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 w:rsidRPr="007C5DCD">
        <w:rPr>
          <w:rStyle w:val="FontStyle38"/>
          <w:rFonts w:asciiTheme="minorHAnsi" w:hAnsiTheme="minorHAnsi"/>
          <w:sz w:val="18"/>
          <w:szCs w:val="18"/>
        </w:rPr>
        <w:t>SŽG</w:t>
      </w:r>
    </w:p>
    <w:p w:rsidR="00374707" w:rsidRPr="007364DE" w:rsidRDefault="00374707" w:rsidP="00C85584">
      <w:pPr>
        <w:pStyle w:val="Zhlav"/>
        <w:widowControl w:val="0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023A3A" w:rsidRDefault="00023A3A" w:rsidP="00023A3A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bookmarkStart w:id="0" w:name="_GoBack"/>
      <w:r w:rsidRPr="00023A3A">
        <w:t xml:space="preserve">smlouva </w:t>
      </w:r>
      <w:r w:rsidR="00023A3A" w:rsidRPr="00023A3A">
        <w:t>o dílo</w:t>
      </w:r>
      <w:r w:rsidR="00F05536" w:rsidRPr="00023A3A">
        <w:t xml:space="preserve">, </w:t>
      </w:r>
      <w:bookmarkEnd w:id="0"/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A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A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23A3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42E32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18F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27DC2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85584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90DE7C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442E3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C85584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C8558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2A05D-C349-4A39-BBC5-6DEDA554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18</TotalTime>
  <Pages>2</Pages>
  <Words>542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5</cp:revision>
  <cp:lastPrinted>2017-11-28T17:18:00Z</cp:lastPrinted>
  <dcterms:created xsi:type="dcterms:W3CDTF">2021-03-01T07:35:00Z</dcterms:created>
  <dcterms:modified xsi:type="dcterms:W3CDTF">2021-03-01T08:55:00Z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